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31" w:type="dxa"/>
        <w:tblInd w:w="534" w:type="dxa"/>
        <w:tblLayout w:type="fixed"/>
        <w:tblCellMar>
          <w:left w:w="142" w:type="dxa"/>
          <w:right w:w="142" w:type="dxa"/>
        </w:tblCellMar>
        <w:tblLook w:val="01E0"/>
      </w:tblPr>
      <w:tblGrid>
        <w:gridCol w:w="8731"/>
      </w:tblGrid>
      <w:tr w:rsidR="008443FB" w:rsidTr="003133B7">
        <w:trPr>
          <w:trHeight w:val="13039"/>
        </w:trPr>
        <w:tc>
          <w:tcPr>
            <w:tcW w:w="8731" w:type="dxa"/>
          </w:tcPr>
          <w:p w:rsidR="008443FB" w:rsidRDefault="008443FB" w:rsidP="007161B2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smallCaps/>
                <w:sz w:val="28"/>
                <w:szCs w:val="28"/>
                <w:lang w:bidi="bn-IN"/>
              </w:rPr>
            </w:pPr>
            <w:r>
              <w:t xml:space="preserve">                                                     </w:t>
            </w:r>
            <w:r>
              <w:rPr>
                <w:rFonts w:cs="ArialMT"/>
                <w:b/>
                <w:bCs/>
                <w:smallCaps/>
                <w:sz w:val="28"/>
                <w:szCs w:val="28"/>
                <w:lang w:bidi="bn-IN"/>
              </w:rPr>
              <w:t>1 017 153</w:t>
            </w:r>
          </w:p>
          <w:p w:rsidR="008443FB" w:rsidRDefault="008443FB" w:rsidP="007161B2">
            <w:pPr>
              <w:autoSpaceDE w:val="0"/>
              <w:autoSpaceDN w:val="0"/>
              <w:adjustRightInd w:val="0"/>
              <w:jc w:val="center"/>
              <w:rPr>
                <w:rFonts w:cs="ArialMT"/>
                <w:b/>
                <w:bCs/>
                <w:smallCaps/>
                <w:sz w:val="28"/>
                <w:szCs w:val="28"/>
                <w:lang w:bidi="bn-IN"/>
              </w:rPr>
            </w:pPr>
            <w:r w:rsidRPr="00282AA9">
              <w:rPr>
                <w:rFonts w:cs="ArialMT"/>
                <w:b/>
                <w:bCs/>
                <w:smallCaps/>
                <w:sz w:val="28"/>
                <w:szCs w:val="28"/>
                <w:lang w:bidi="bn-IN"/>
              </w:rPr>
              <w:t>Részletes programterv</w:t>
            </w:r>
          </w:p>
          <w:p w:rsidR="008443FB" w:rsidRDefault="008443FB" w:rsidP="007161B2">
            <w:pPr>
              <w:autoSpaceDE w:val="0"/>
              <w:autoSpaceDN w:val="0"/>
              <w:adjustRightInd w:val="0"/>
              <w:jc w:val="center"/>
              <w:rPr>
                <w:rFonts w:cs="ArialMT"/>
                <w:b/>
                <w:bCs/>
                <w:smallCaps/>
                <w:sz w:val="28"/>
                <w:szCs w:val="28"/>
                <w:lang w:bidi="bn-IN"/>
              </w:rPr>
            </w:pPr>
          </w:p>
          <w:p w:rsidR="008443FB" w:rsidRDefault="008443FB" w:rsidP="007161B2">
            <w:pPr>
              <w:jc w:val="center"/>
              <w:outlineLvl w:val="0"/>
              <w:rPr>
                <w:sz w:val="20"/>
              </w:rPr>
            </w:pPr>
            <w:r>
              <w:rPr>
                <w:sz w:val="20"/>
              </w:rPr>
              <w:t>HACS név: Déli Napfény Nonprofit Kft.</w:t>
            </w:r>
          </w:p>
          <w:p w:rsidR="008443FB" w:rsidRDefault="008443FB" w:rsidP="007161B2">
            <w:pPr>
              <w:jc w:val="center"/>
              <w:outlineLvl w:val="0"/>
              <w:rPr>
                <w:sz w:val="20"/>
              </w:rPr>
            </w:pPr>
            <w:r>
              <w:rPr>
                <w:sz w:val="20"/>
              </w:rPr>
              <w:t>MVH regisztrációs szám: 1004391399</w:t>
            </w:r>
          </w:p>
          <w:p w:rsidR="008443FB" w:rsidRDefault="008443FB" w:rsidP="007161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Célterület azonosító: 1 017 153</w:t>
            </w:r>
          </w:p>
          <w:p w:rsidR="008443FB" w:rsidRDefault="008443FB" w:rsidP="007161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Célterület jogcím megnevezése: Rendezvény</w:t>
            </w:r>
          </w:p>
          <w:p w:rsidR="008443FB" w:rsidRDefault="008443FB" w:rsidP="007161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Célterület megnevezése: Települési rendezvények és táborok támogatása</w:t>
            </w:r>
          </w:p>
          <w:p w:rsidR="008443FB" w:rsidRDefault="008443FB" w:rsidP="007161B2">
            <w:pPr>
              <w:autoSpaceDE w:val="0"/>
              <w:autoSpaceDN w:val="0"/>
              <w:adjustRightInd w:val="0"/>
              <w:jc w:val="center"/>
              <w:rPr>
                <w:rFonts w:cs="ArialMT"/>
                <w:b/>
                <w:bCs/>
                <w:smallCaps/>
                <w:sz w:val="28"/>
                <w:szCs w:val="28"/>
                <w:lang w:bidi="bn-IN"/>
              </w:rPr>
            </w:pPr>
          </w:p>
          <w:p w:rsidR="008443FB" w:rsidRPr="00E343BC" w:rsidRDefault="008443FB" w:rsidP="007161B2">
            <w:pPr>
              <w:autoSpaceDE w:val="0"/>
              <w:autoSpaceDN w:val="0"/>
              <w:adjustRightInd w:val="0"/>
              <w:jc w:val="center"/>
              <w:rPr>
                <w:rFonts w:cs="ArialMT"/>
                <w:b/>
                <w:bCs/>
                <w:smallCaps/>
                <w:lang w:bidi="bn-IN"/>
              </w:rPr>
            </w:pPr>
            <w:r w:rsidRPr="00E343BC">
              <w:rPr>
                <w:rFonts w:cs="ArialMT"/>
                <w:b/>
                <w:bCs/>
                <w:smallCaps/>
                <w:lang w:bidi="bn-IN"/>
              </w:rPr>
              <w:t>Ügyfélregisztrációs szám:</w:t>
            </w:r>
          </w:p>
          <w:p w:rsidR="008443FB" w:rsidRPr="00282AA9" w:rsidRDefault="008443FB" w:rsidP="007161B2">
            <w:pP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  <w:r w:rsidRPr="00282AA9">
              <w:rPr>
                <w:rFonts w:cs="ArialMT"/>
                <w:lang w:bidi="bn-IN"/>
              </w:rPr>
              <w:t xml:space="preserve">A pályázati program/rendezvény eseményeinek felsorolása és </w:t>
            </w:r>
            <w:r>
              <w:rPr>
                <w:rFonts w:cs="ArialMT"/>
                <w:lang w:bidi="bn-IN"/>
              </w:rPr>
              <w:t xml:space="preserve">rövid </w:t>
            </w:r>
            <w:r w:rsidRPr="00282AA9">
              <w:rPr>
                <w:rFonts w:cs="ArialMT"/>
                <w:lang w:bidi="bn-IN"/>
              </w:rPr>
              <w:t>leírása</w:t>
            </w:r>
            <w:r>
              <w:rPr>
                <w:rFonts w:cs="ArialMT"/>
                <w:lang w:bidi="bn-IN"/>
              </w:rPr>
              <w:t>:</w:t>
            </w: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  <w:r>
              <w:rPr>
                <w:rFonts w:cs="ArialMT"/>
                <w:lang w:bidi="bn-IN"/>
              </w:rPr>
              <w:t>A</w:t>
            </w:r>
            <w:r w:rsidRPr="00282AA9">
              <w:rPr>
                <w:rFonts w:cs="ArialMT"/>
                <w:lang w:bidi="bn-IN"/>
              </w:rPr>
              <w:t xml:space="preserve"> tervezett rendezvények időpontjának és helyszínének megjelölése</w:t>
            </w:r>
            <w:r>
              <w:rPr>
                <w:rFonts w:cs="ArialMT"/>
                <w:lang w:bidi="bn-IN"/>
              </w:rPr>
              <w:t>:</w:t>
            </w: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615AFE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  <w:r w:rsidRPr="00615AFE">
              <w:rPr>
                <w:rFonts w:cs="ArialMT"/>
                <w:lang w:bidi="bn-IN"/>
              </w:rPr>
              <w:t>Az esemény programjai között szerepelteti-e a Helyi Akciócsoport tevékenységének bemutatását?</w:t>
            </w:r>
          </w:p>
          <w:p w:rsidR="008443FB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AA162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  <w:r w:rsidRPr="00AA1629">
              <w:rPr>
                <w:rFonts w:cs="ArialMT"/>
                <w:lang w:bidi="bn-IN"/>
              </w:rPr>
              <w:t>Igen</w:t>
            </w:r>
          </w:p>
          <w:p w:rsidR="008443FB" w:rsidRPr="00AA162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  <w:r w:rsidRPr="00AA1629">
              <w:rPr>
                <w:rFonts w:cs="ArialMT"/>
                <w:lang w:bidi="bn-IN"/>
              </w:rPr>
              <w:t>Nem</w:t>
            </w:r>
          </w:p>
          <w:p w:rsidR="008443FB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  <w:r w:rsidRPr="00AA1629">
              <w:rPr>
                <w:rFonts w:cs="ArialMT"/>
                <w:lang w:bidi="bn-IN"/>
              </w:rPr>
              <w:t>Igen válasz esetén röviden fejtse ki!</w:t>
            </w:r>
          </w:p>
          <w:p w:rsidR="008443FB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Pr="00282AA9" w:rsidRDefault="008443FB" w:rsidP="007161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Default="008443FB" w:rsidP="007161B2">
            <w:pP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Default="008443FB" w:rsidP="007161B2">
            <w:pP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Default="008443FB" w:rsidP="007161B2">
            <w:pP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Default="008443FB" w:rsidP="007161B2">
            <w:pP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Default="008443FB" w:rsidP="007161B2">
            <w:pP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Default="008443FB" w:rsidP="007161B2">
            <w:pPr>
              <w:autoSpaceDE w:val="0"/>
              <w:autoSpaceDN w:val="0"/>
              <w:adjustRightInd w:val="0"/>
              <w:rPr>
                <w:rFonts w:cs="ArialMT"/>
                <w:lang w:bidi="bn-IN"/>
              </w:rPr>
            </w:pPr>
          </w:p>
          <w:p w:rsidR="008443FB" w:rsidRDefault="008443FB" w:rsidP="007161B2">
            <w:pPr>
              <w:tabs>
                <w:tab w:val="left" w:leader="dot" w:pos="6300"/>
                <w:tab w:val="left" w:leader="dot" w:pos="9000"/>
              </w:tabs>
              <w:spacing w:line="360" w:lineRule="auto"/>
            </w:pPr>
            <w:r>
              <w:t>Kelt:…………………, 2011. év………hó……..nap</w:t>
            </w:r>
          </w:p>
          <w:p w:rsidR="008443FB" w:rsidRDefault="008443FB" w:rsidP="007161B2"/>
          <w:p w:rsidR="008443FB" w:rsidRDefault="008443FB" w:rsidP="007161B2"/>
          <w:p w:rsidR="008443FB" w:rsidRDefault="008443FB" w:rsidP="007161B2"/>
          <w:p w:rsidR="008443FB" w:rsidRDefault="008443FB" w:rsidP="007161B2">
            <w:pPr>
              <w:tabs>
                <w:tab w:val="center" w:pos="6840"/>
              </w:tabs>
            </w:pPr>
            <w:r>
              <w:tab/>
              <w:t>……………………………………..</w:t>
            </w:r>
          </w:p>
          <w:p w:rsidR="008443FB" w:rsidRPr="00282AA9" w:rsidRDefault="008443FB" w:rsidP="007161B2">
            <w:pPr>
              <w:tabs>
                <w:tab w:val="center" w:pos="6840"/>
              </w:tabs>
            </w:pPr>
            <w:r>
              <w:tab/>
              <w:t>Cégszerű aláírás</w:t>
            </w:r>
          </w:p>
          <w:p w:rsidR="008443FB" w:rsidRDefault="008443FB" w:rsidP="007161B2">
            <w:pPr>
              <w:suppressAutoHyphens w:val="0"/>
              <w:spacing w:after="200" w:line="276" w:lineRule="auto"/>
              <w:ind w:firstLine="0"/>
              <w:jc w:val="left"/>
              <w:rPr>
                <w:sz w:val="20"/>
              </w:rPr>
            </w:pPr>
          </w:p>
        </w:tc>
      </w:tr>
    </w:tbl>
    <w:p w:rsidR="008443FB" w:rsidRDefault="008443FB" w:rsidP="003133B7">
      <w:pPr>
        <w:ind w:firstLine="0"/>
      </w:pPr>
    </w:p>
    <w:sectPr w:rsidR="008443FB" w:rsidSect="00895F3C">
      <w:headerReference w:type="default" r:id="rId6"/>
      <w:footerReference w:type="default" r:id="rId7"/>
      <w:pgSz w:w="11906" w:h="16838"/>
      <w:pgMar w:top="1417" w:right="1417" w:bottom="899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FB" w:rsidRDefault="008443FB" w:rsidP="0037348E">
      <w:r>
        <w:separator/>
      </w:r>
    </w:p>
  </w:endnote>
  <w:endnote w:type="continuationSeparator" w:id="0">
    <w:p w:rsidR="008443FB" w:rsidRDefault="008443FB" w:rsidP="00373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3FB" w:rsidRDefault="008443FB">
    <w:pPr>
      <w:pStyle w:val="Footer"/>
      <w:jc w:val="center"/>
    </w:pPr>
    <w:r>
      <w:rPr>
        <w:rFonts w:ascii="Helvetica" w:hAnsi="Helvetica"/>
      </w:rPr>
      <w:t xml:space="preserve">                                                                                                        </w:t>
    </w:r>
    <w:r w:rsidRPr="00D32434">
      <w:rPr>
        <w:rFonts w:ascii="Helvetica" w:hAnsi="Helveti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0" type="#_x0000_t75" style="width:295.5pt;height:30pt">
          <v:imagedata r:id="rId1" o:title=""/>
        </v:shape>
      </w:pict>
    </w:r>
    <w:fldSimple w:instr=" PAGE   \* MERGEFORMAT ">
      <w:r>
        <w:rPr>
          <w:noProof/>
        </w:rPr>
        <w:t>2</w:t>
      </w:r>
    </w:fldSimple>
  </w:p>
  <w:p w:rsidR="008443FB" w:rsidRDefault="008443FB" w:rsidP="00895F3C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FB" w:rsidRDefault="008443FB" w:rsidP="0037348E">
      <w:r>
        <w:separator/>
      </w:r>
    </w:p>
  </w:footnote>
  <w:footnote w:type="continuationSeparator" w:id="0">
    <w:p w:rsidR="008443FB" w:rsidRDefault="008443FB" w:rsidP="003734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3FB" w:rsidRDefault="008443FB" w:rsidP="00895F3C">
    <w:pPr>
      <w:pStyle w:val="Header"/>
      <w:tabs>
        <w:tab w:val="clear" w:pos="4536"/>
        <w:tab w:val="clear" w:pos="9072"/>
        <w:tab w:val="left" w:pos="5730"/>
      </w:tabs>
      <w:ind w:firstLine="0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91.4pt;margin-top:-8.3pt;width:63.55pt;height:63.55pt;z-index:251658240">
          <v:imagedata r:id="rId1" o:title=""/>
        </v:shape>
      </w:pict>
    </w:r>
    <w:r>
      <w:rPr>
        <w:noProof/>
        <w:lang w:eastAsia="hu-HU"/>
      </w:rPr>
      <w:pict>
        <v:shape id="_x0000_s2050" type="#_x0000_t75" style="position:absolute;left:0;text-align:left;margin-left:-44.2pt;margin-top:-8.3pt;width:1in;height:65.05pt;z-index:251657216">
          <v:imagedata r:id="rId2" o:title=""/>
        </v:shape>
      </w:pict>
    </w:r>
    <w:r>
      <w:t xml:space="preserve">            </w:t>
    </w:r>
    <w:r>
      <w:pict>
        <v:shape id="_x0000_i1027" type="#_x0000_t75" style="width:139.5pt;height:60pt">
          <v:imagedata r:id="rId3" o:title=""/>
        </v:shape>
      </w:pict>
    </w:r>
    <w:r>
      <w:t xml:space="preserve">                             </w:t>
    </w:r>
    <w:r w:rsidRPr="00D32434">
      <w:rPr>
        <w:b/>
        <w:sz w:val="28"/>
        <w:szCs w:val="28"/>
      </w:rPr>
      <w:pict>
        <v:shape id="_x0000_i1028" type="#_x0000_t75" style="width:177.75pt;height:54pt">
          <v:imagedata r:id="rId4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1B2"/>
    <w:rsid w:val="00181A8A"/>
    <w:rsid w:val="00282AA9"/>
    <w:rsid w:val="003133B7"/>
    <w:rsid w:val="00314AE1"/>
    <w:rsid w:val="0037348E"/>
    <w:rsid w:val="003D4324"/>
    <w:rsid w:val="00615AFE"/>
    <w:rsid w:val="00616566"/>
    <w:rsid w:val="007161B2"/>
    <w:rsid w:val="0081684D"/>
    <w:rsid w:val="008443FB"/>
    <w:rsid w:val="00895F3C"/>
    <w:rsid w:val="00A37B39"/>
    <w:rsid w:val="00A77B88"/>
    <w:rsid w:val="00A976DA"/>
    <w:rsid w:val="00AA1629"/>
    <w:rsid w:val="00C86CE6"/>
    <w:rsid w:val="00D32434"/>
    <w:rsid w:val="00E3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1B2"/>
    <w:pPr>
      <w:suppressAutoHyphens/>
      <w:ind w:firstLine="360"/>
      <w:jc w:val="both"/>
    </w:pPr>
    <w:rPr>
      <w:rFonts w:eastAsia="Times New Roman" w:cs="Times New Roman"/>
      <w:sz w:val="26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161B2"/>
    <w:pPr>
      <w:keepNext/>
      <w:suppressAutoHyphens w:val="0"/>
      <w:ind w:firstLine="0"/>
      <w:jc w:val="center"/>
      <w:outlineLvl w:val="0"/>
    </w:pPr>
    <w:rPr>
      <w:b/>
      <w:sz w:val="28"/>
      <w:szCs w:val="28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61B2"/>
    <w:rPr>
      <w:rFonts w:eastAsia="Times New Roman" w:cs="Times New Roman"/>
      <w:b/>
      <w:sz w:val="28"/>
      <w:szCs w:val="28"/>
      <w:lang w:eastAsia="hu-HU"/>
    </w:rPr>
  </w:style>
  <w:style w:type="paragraph" w:styleId="Header">
    <w:name w:val="header"/>
    <w:basedOn w:val="Normal"/>
    <w:link w:val="HeaderChar"/>
    <w:uiPriority w:val="99"/>
    <w:rsid w:val="007161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61B2"/>
    <w:rPr>
      <w:rFonts w:eastAsia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7161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161B2"/>
    <w:rPr>
      <w:rFonts w:eastAsia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90</Words>
  <Characters>625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jurinkaa</cp:lastModifiedBy>
  <cp:revision>3</cp:revision>
  <dcterms:created xsi:type="dcterms:W3CDTF">2011-07-19T06:45:00Z</dcterms:created>
  <dcterms:modified xsi:type="dcterms:W3CDTF">2011-07-20T13:04:00Z</dcterms:modified>
</cp:coreProperties>
</file>